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66B67" w14:textId="4E7FE906" w:rsidR="008145D7" w:rsidRDefault="008145D7" w:rsidP="00835401">
      <w:pPr>
        <w:jc w:val="both"/>
        <w:rPr>
          <w:szCs w:val="22"/>
        </w:rPr>
      </w:pPr>
      <w:r w:rsidRPr="002209C9">
        <w:rPr>
          <w:szCs w:val="22"/>
        </w:rPr>
        <w:t xml:space="preserve">Příloha č. </w:t>
      </w:r>
      <w:r w:rsidR="002209C9" w:rsidRPr="002209C9">
        <w:rPr>
          <w:szCs w:val="22"/>
        </w:rPr>
        <w:t>2</w:t>
      </w:r>
      <w:r w:rsidRPr="002209C9">
        <w:rPr>
          <w:szCs w:val="22"/>
        </w:rPr>
        <w:t xml:space="preserve"> </w:t>
      </w:r>
      <w:r w:rsidRPr="002209C9">
        <w:rPr>
          <w:lang w:eastAsia="cs-CZ"/>
        </w:rPr>
        <w:t>Výzvy k podání nabídky</w:t>
      </w:r>
      <w:r w:rsidRPr="002209C9">
        <w:rPr>
          <w:szCs w:val="22"/>
        </w:rPr>
        <w:t xml:space="preserve"> – </w:t>
      </w:r>
      <w:r w:rsidRPr="002209C9">
        <w:rPr>
          <w:b/>
          <w:color w:val="FF0000"/>
          <w:szCs w:val="22"/>
        </w:rPr>
        <w:t>Účastník předloží p</w:t>
      </w:r>
      <w:r w:rsidR="00A8346D" w:rsidRPr="002209C9">
        <w:rPr>
          <w:b/>
          <w:color w:val="FF0000"/>
          <w:szCs w:val="22"/>
        </w:rPr>
        <w:t>ouze v případě postupu dle čl. 9.2. a 9</w:t>
      </w:r>
      <w:r w:rsidRPr="002209C9">
        <w:rPr>
          <w:b/>
          <w:color w:val="FF0000"/>
          <w:szCs w:val="22"/>
        </w:rPr>
        <w:t>.3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661C1430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2209C9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 w:rsidRPr="002209C9">
        <w:rPr>
          <w:rFonts w:eastAsia="Times New Roman" w:cs="Times New Roman"/>
          <w:b/>
          <w:lang w:eastAsia="cs-CZ"/>
        </w:rPr>
        <w:t>„</w:t>
      </w:r>
      <w:bookmarkEnd w:id="0"/>
      <w:r w:rsidR="002209C9" w:rsidRPr="002209C9">
        <w:rPr>
          <w:rFonts w:eastAsia="Times New Roman" w:cs="Times New Roman"/>
          <w:b/>
          <w:lang w:eastAsia="cs-CZ"/>
        </w:rPr>
        <w:t>Poskytnutí subskripce a technická podpora základního SW pro IS lokalizace infrastrukturních objektů a rozšíření portfolia SŽ</w:t>
      </w:r>
      <w:r w:rsidRPr="00AD2340">
        <w:rPr>
          <w:rFonts w:eastAsia="Times New Roman" w:cs="Times New Roman"/>
          <w:b/>
          <w:lang w:eastAsia="cs-CZ"/>
        </w:rPr>
        <w:t>“</w:t>
      </w:r>
      <w:r w:rsidRPr="00AD2340">
        <w:rPr>
          <w:rFonts w:eastAsia="Times New Roman" w:cs="Times New Roman"/>
          <w:lang w:eastAsia="cs-CZ"/>
        </w:rPr>
        <w:t xml:space="preserve">, č.j. </w:t>
      </w:r>
      <w:r w:rsidR="00AD2340" w:rsidRPr="00AD2340">
        <w:rPr>
          <w:rFonts w:eastAsia="Times New Roman" w:cs="Times New Roman"/>
          <w:lang w:eastAsia="cs-CZ"/>
        </w:rPr>
        <w:t>13620/2023-SŽ-GŘ-O8</w:t>
      </w:r>
      <w:bookmarkStart w:id="1" w:name="_GoBack"/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209C9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2340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85271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0FE15AC61DDD437DA1783986F4196B32">
    <w:name w:val="0FE15AC61DDD437DA1783986F4196B32"/>
    <w:rsid w:val="00B72819"/>
  </w:style>
  <w:style w:type="paragraph" w:customStyle="1" w:styleId="6F122CD581BD423BA3CED153F818C203">
    <w:name w:val="6F122CD581BD423BA3CED153F818C203"/>
    <w:rsid w:val="00B72819"/>
  </w:style>
  <w:style w:type="paragraph" w:customStyle="1" w:styleId="5CD9CABA91304F608430CEED3AC164D0">
    <w:name w:val="5CD9CABA91304F608430CEED3AC164D0"/>
    <w:rsid w:val="00B72819"/>
  </w:style>
  <w:style w:type="paragraph" w:customStyle="1" w:styleId="30F20A0AFBFC4AC997081EB15A5AEA63">
    <w:name w:val="30F20A0AFBFC4AC997081EB15A5AEA63"/>
    <w:rsid w:val="00B72819"/>
  </w:style>
  <w:style w:type="paragraph" w:customStyle="1" w:styleId="2D0C456D9C244516974595EAFF22D8B8">
    <w:name w:val="2D0C456D9C244516974595EAFF22D8B8"/>
    <w:rsid w:val="00B72819"/>
  </w:style>
  <w:style w:type="paragraph" w:customStyle="1" w:styleId="A0A6B86286C84B4EAD6F662E3674CBB6">
    <w:name w:val="A0A6B86286C84B4EAD6F662E3674CBB6"/>
    <w:rsid w:val="00B72819"/>
  </w:style>
  <w:style w:type="paragraph" w:customStyle="1" w:styleId="0FE15AC61DDD437DA1783986F4196B321">
    <w:name w:val="0FE15AC61DDD437DA1783986F4196B32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5CD9CABA91304F608430CEED3AC164D01">
    <w:name w:val="5CD9CABA91304F608430CEED3AC164D0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2D0C456D9C244516974595EAFF22D8B81">
    <w:name w:val="2D0C456D9C244516974595EAFF22D8B8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CA2205231E5E437B8EC0D2CB71727805">
    <w:name w:val="CA2205231E5E437B8EC0D2CB71727805"/>
    <w:rsid w:val="004917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951BBD5-85F4-42F8-BAD0-B3ADDC8A1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6</TotalTime>
  <Pages>2</Pages>
  <Words>486</Words>
  <Characters>2873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Mecerová Klára</cp:lastModifiedBy>
  <cp:revision>4</cp:revision>
  <cp:lastPrinted>2017-11-28T17:18:00Z</cp:lastPrinted>
  <dcterms:created xsi:type="dcterms:W3CDTF">2023-01-31T13:11:00Z</dcterms:created>
  <dcterms:modified xsi:type="dcterms:W3CDTF">2023-02-27T09:16:00Z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